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787"/>
        <w:gridCol w:w="90"/>
        <w:gridCol w:w="477"/>
        <w:gridCol w:w="362"/>
        <w:gridCol w:w="347"/>
        <w:gridCol w:w="223"/>
        <w:gridCol w:w="202"/>
        <w:gridCol w:w="425"/>
        <w:gridCol w:w="291"/>
        <w:gridCol w:w="322"/>
        <w:gridCol w:w="499"/>
        <w:gridCol w:w="872"/>
        <w:gridCol w:w="1198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EC48AE">
        <w:trPr>
          <w:trHeight w:val="228"/>
        </w:trPr>
        <w:tc>
          <w:tcPr>
            <w:tcW w:w="4066" w:type="dxa"/>
            <w:gridSpan w:val="10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00000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70.15pt;height:71.25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79187796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EC48AE">
        <w:trPr>
          <w:trHeight w:val="236"/>
        </w:trPr>
        <w:tc>
          <w:tcPr>
            <w:tcW w:w="4066" w:type="dxa"/>
            <w:gridSpan w:val="10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715052" w:rsidRDefault="003E73BB" w:rsidP="00053988">
            <w:pPr>
              <w:rPr>
                <w:sz w:val="20"/>
                <w:szCs w:val="20"/>
                <w:lang w:val="en-GB"/>
              </w:rPr>
            </w:pPr>
            <w:r w:rsidRPr="00715052">
              <w:rPr>
                <w:sz w:val="20"/>
                <w:szCs w:val="20"/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6DC49552" w:rsidR="00053988" w:rsidRPr="00715052" w:rsidRDefault="000833AB" w:rsidP="00706D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15052">
              <w:rPr>
                <w:b/>
                <w:bCs/>
                <w:sz w:val="20"/>
                <w:szCs w:val="20"/>
                <w:lang w:val="en-US"/>
              </w:rPr>
              <w:t>GIS-</w:t>
            </w:r>
            <w:r w:rsidR="00706D88" w:rsidRPr="00715052">
              <w:rPr>
                <w:b/>
                <w:bCs/>
                <w:sz w:val="20"/>
                <w:szCs w:val="20"/>
                <w:lang w:val="en-US"/>
              </w:rPr>
              <w:t>7</w:t>
            </w:r>
            <w:r w:rsidR="002C1549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053988" w:rsidRPr="00E70B40" w14:paraId="765E600F" w14:textId="77777777" w:rsidTr="00EC48AE">
        <w:trPr>
          <w:trHeight w:val="284"/>
        </w:trPr>
        <w:tc>
          <w:tcPr>
            <w:tcW w:w="4066" w:type="dxa"/>
            <w:gridSpan w:val="10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715052" w:rsidRDefault="003E73BB" w:rsidP="00053988">
            <w:pPr>
              <w:rPr>
                <w:sz w:val="20"/>
                <w:szCs w:val="20"/>
                <w:lang w:val="en-GB"/>
              </w:rPr>
            </w:pPr>
            <w:r w:rsidRPr="00715052">
              <w:rPr>
                <w:sz w:val="20"/>
                <w:szCs w:val="20"/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1FC23807" w:rsidR="00053988" w:rsidRPr="00715052" w:rsidRDefault="006467D4" w:rsidP="00515D95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23.09.2023</w:t>
            </w:r>
          </w:p>
        </w:tc>
      </w:tr>
      <w:tr w:rsidR="00053988" w:rsidRPr="00E70B40" w14:paraId="191FA376" w14:textId="77777777" w:rsidTr="00715052">
        <w:trPr>
          <w:trHeight w:val="528"/>
        </w:trPr>
        <w:tc>
          <w:tcPr>
            <w:tcW w:w="4066" w:type="dxa"/>
            <w:gridSpan w:val="10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715052" w:rsidRDefault="001B1621" w:rsidP="003E73BB">
            <w:pPr>
              <w:rPr>
                <w:sz w:val="20"/>
                <w:szCs w:val="20"/>
                <w:lang w:val="en-GB"/>
              </w:rPr>
            </w:pPr>
            <w:r w:rsidRPr="00715052">
              <w:rPr>
                <w:sz w:val="20"/>
                <w:szCs w:val="20"/>
                <w:lang w:val="en-GB"/>
              </w:rPr>
              <w:t>R</w:t>
            </w:r>
            <w:r w:rsidR="003E73BB" w:rsidRPr="00715052">
              <w:rPr>
                <w:sz w:val="20"/>
                <w:szCs w:val="20"/>
                <w:lang w:val="en-GB"/>
              </w:rPr>
              <w:t xml:space="preserve">epair Order </w:t>
            </w:r>
            <w:r w:rsidRPr="00715052">
              <w:rPr>
                <w:sz w:val="20"/>
                <w:szCs w:val="20"/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16BC34F6" w:rsidR="00053988" w:rsidRPr="00715052" w:rsidRDefault="006467D4" w:rsidP="00417466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05.10.2023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2B0238" w14:paraId="6B1A9A35" w14:textId="77777777" w:rsidTr="008C5B3D">
        <w:tc>
          <w:tcPr>
            <w:tcW w:w="10239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34715DE" w:rsidR="005D7075" w:rsidRPr="0011237F" w:rsidRDefault="00EC48AE" w:rsidP="005967E0">
            <w:pPr>
              <w:pStyle w:val="TabellenInhalt"/>
              <w:snapToGrid w:val="0"/>
              <w:spacing w:after="0"/>
              <w:rPr>
                <w:sz w:val="18"/>
                <w:szCs w:val="18"/>
                <w:lang w:val="it-IT"/>
              </w:rPr>
            </w:pPr>
            <w:r w:rsidRPr="0011237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Report to: Rolf Oerter, Distr. Cust. Support Mgr. </w:t>
            </w:r>
            <w:r w:rsidRPr="0011237F">
              <w:rPr>
                <w:rFonts w:ascii="Arial" w:hAnsi="Arial" w:cs="Arial"/>
                <w:sz w:val="18"/>
                <w:szCs w:val="18"/>
                <w:lang w:val="en-US"/>
              </w:rPr>
              <w:t>Tel: +49 1761-5807-</w:t>
            </w:r>
            <w:proofErr w:type="gramStart"/>
            <w:r w:rsidRPr="0011237F">
              <w:rPr>
                <w:rFonts w:ascii="Arial" w:hAnsi="Arial" w:cs="Arial"/>
                <w:sz w:val="18"/>
                <w:szCs w:val="18"/>
                <w:lang w:val="en-US"/>
              </w:rPr>
              <w:t>737  email</w:t>
            </w:r>
            <w:proofErr w:type="gramEnd"/>
            <w:r w:rsidRPr="0011237F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8" w:history="1">
              <w:r w:rsidRPr="0011237F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roerter@dgs-mainz.com</w:t>
              </w:r>
            </w:hyperlink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8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2B0238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8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KeinLeerraum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EC48AE">
              <w:rPr>
                <w:bCs/>
                <w:sz w:val="20"/>
                <w:szCs w:val="20"/>
                <w:lang w:val="en-US"/>
              </w:rPr>
              <w:t xml:space="preserve">Yangi </w:t>
            </w:r>
            <w:proofErr w:type="spellStart"/>
            <w:r w:rsidRPr="00EC48AE">
              <w:rPr>
                <w:bCs/>
                <w:sz w:val="20"/>
                <w:szCs w:val="20"/>
                <w:lang w:val="en-US"/>
              </w:rPr>
              <w:t>Hayot</w:t>
            </w:r>
            <w:proofErr w:type="spellEnd"/>
            <w:r w:rsidRPr="00EC48AE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C48AE">
              <w:rPr>
                <w:bCs/>
                <w:sz w:val="20"/>
                <w:szCs w:val="20"/>
                <w:lang w:val="en-US"/>
              </w:rPr>
              <w:t>district,  Novaya</w:t>
            </w:r>
            <w:proofErr w:type="gramEnd"/>
            <w:r w:rsidRPr="00EC48AE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48AE">
              <w:rPr>
                <w:bCs/>
                <w:sz w:val="20"/>
                <w:szCs w:val="20"/>
                <w:lang w:val="en-US"/>
              </w:rPr>
              <w:t>Tashkentskaya</w:t>
            </w:r>
            <w:proofErr w:type="spellEnd"/>
            <w:r w:rsidRPr="00EC48AE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48AE">
              <w:rPr>
                <w:bCs/>
                <w:sz w:val="20"/>
                <w:szCs w:val="20"/>
                <w:lang w:val="en-US"/>
              </w:rPr>
              <w:t>Koltsevaya</w:t>
            </w:r>
            <w:proofErr w:type="spellEnd"/>
            <w:r w:rsidRPr="00EC48AE">
              <w:rPr>
                <w:bCs/>
                <w:sz w:val="20"/>
                <w:szCs w:val="20"/>
                <w:lang w:val="en-US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D33C52"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126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04F86D7D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9458DE">
              <w:rPr>
                <w:sz w:val="20"/>
                <w:szCs w:val="20"/>
                <w:lang w:val="ru-RU"/>
              </w:rPr>
              <w:t>02.10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3401779E" w:rsidR="00CF0C2E" w:rsidRPr="00E76F01" w:rsidRDefault="00E76F01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E76F01">
              <w:rPr>
                <w:rFonts w:ascii="Ek Mukta" w:hAnsi="Ek Mukta"/>
                <w:b/>
                <w:bCs/>
                <w:color w:val="222222"/>
                <w:shd w:val="clear" w:color="auto" w:fill="FFFFFF"/>
              </w:rPr>
              <w:t>AT0592188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70259D42" w:rsidR="00CF0C2E" w:rsidRPr="009D2C37" w:rsidRDefault="0051396E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  <w:r w:rsidR="009458DE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10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D33C52"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126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394FDBE7" w:rsidR="00CF0C2E" w:rsidRPr="009D2C37" w:rsidRDefault="009458D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9458DE">
              <w:rPr>
                <w:sz w:val="20"/>
                <w:szCs w:val="20"/>
                <w:lang w:val="en-US"/>
              </w:rPr>
              <w:t>6511853512</w:t>
            </w:r>
          </w:p>
        </w:tc>
      </w:tr>
      <w:tr w:rsidR="008C5B3D" w:rsidRPr="009D2C37" w14:paraId="2463FF05" w14:textId="77777777" w:rsidTr="00D33C52"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126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D33C52"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126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D33C52"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126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D33C52"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126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D33C52"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126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D33C52">
        <w:trPr>
          <w:trHeight w:val="173"/>
        </w:trPr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Co</w:t>
            </w:r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126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6F516F7B" w:rsidR="00CF0C2E" w:rsidRPr="009D2C37" w:rsidRDefault="0051396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BU02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D33C52"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126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031E0734" w:rsidR="00CF0C2E" w:rsidRPr="009D2C37" w:rsidRDefault="009458D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458DE">
              <w:rPr>
                <w:color w:val="333333"/>
                <w:sz w:val="20"/>
                <w:szCs w:val="20"/>
                <w:shd w:val="clear" w:color="auto" w:fill="FFFFFF"/>
              </w:rPr>
              <w:t>LZYTMGEF3P1003164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3546CB0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ru-RU"/>
              </w:rPr>
              <w:t>Inte</w:t>
            </w:r>
            <w:proofErr w:type="spellStart"/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D33C52">
        <w:trPr>
          <w:trHeight w:val="236"/>
        </w:trPr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126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12BE9AD6" w:rsidR="00CF0C2E" w:rsidRPr="009D2C37" w:rsidRDefault="006467D4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14.04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2F3BA714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</w:t>
            </w:r>
            <w:r w:rsidR="00D33C52">
              <w:rPr>
                <w:b/>
                <w:bCs/>
                <w:sz w:val="18"/>
                <w:szCs w:val="18"/>
                <w:lang w:val="en-GB"/>
              </w:rPr>
              <w:t>m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2BB9AB71" w:rsidR="00CF0C2E" w:rsidRPr="009D2C37" w:rsidRDefault="006467D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49040</w:t>
            </w:r>
          </w:p>
        </w:tc>
      </w:tr>
      <w:tr w:rsidR="00CF0C2E" w:rsidRPr="002B0238" w14:paraId="5A03C786" w14:textId="77777777" w:rsidTr="00D33C52">
        <w:tc>
          <w:tcPr>
            <w:tcW w:w="164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2B0238" w14:paraId="142DD5D9" w14:textId="77777777" w:rsidTr="008C5B3D">
        <w:tc>
          <w:tcPr>
            <w:tcW w:w="6957" w:type="dxa"/>
            <w:gridSpan w:val="14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r w:rsidR="009D2C37" w:rsidRPr="00EC48AE">
              <w:rPr>
                <w:b/>
                <w:bCs/>
                <w:sz w:val="20"/>
                <w:szCs w:val="20"/>
                <w:lang w:val="en-US"/>
              </w:rPr>
              <w:t>ork performed</w:t>
            </w:r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458DE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D33C52"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5EC04014" w:rsidR="008C5B3D" w:rsidRPr="009458DE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</w:p>
        </w:tc>
        <w:tc>
          <w:tcPr>
            <w:tcW w:w="1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0802D1B5" w:rsidR="008C5B3D" w:rsidRPr="00D33C52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6"/>
                <w:szCs w:val="16"/>
                <w:lang w:val="en-US"/>
              </w:rPr>
            </w:pPr>
            <w:r w:rsidRPr="00D33C52">
              <w:rPr>
                <w:b/>
                <w:bCs/>
                <w:sz w:val="16"/>
                <w:szCs w:val="16"/>
                <w:lang w:val="en-GB"/>
              </w:rPr>
              <w:t xml:space="preserve">Travel km </w:t>
            </w:r>
            <w:r w:rsidR="00D33C52">
              <w:rPr>
                <w:b/>
                <w:bCs/>
                <w:sz w:val="16"/>
                <w:szCs w:val="16"/>
                <w:lang w:val="en-GB"/>
              </w:rPr>
              <w:t xml:space="preserve">if </w:t>
            </w:r>
            <w:r w:rsidRPr="00D33C52">
              <w:rPr>
                <w:b/>
                <w:bCs/>
                <w:sz w:val="16"/>
                <w:szCs w:val="16"/>
                <w:lang w:val="en-GB"/>
              </w:rPr>
              <w:t>company car used: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3A3B" w14:textId="23745A97" w:rsidR="008C5B3D" w:rsidRPr="00D33C52" w:rsidRDefault="008C5B3D" w:rsidP="008C5B3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D33C52"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Labor Last Applied date:</w:t>
            </w:r>
          </w:p>
        </w:tc>
        <w:tc>
          <w:tcPr>
            <w:tcW w:w="1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21AE3370" w:rsidR="008C5B3D" w:rsidRPr="009D2C37" w:rsidRDefault="0011237F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05.11.2023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D33C52"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3DB17AED" w:rsidR="007368B4" w:rsidRPr="009D2C37" w:rsidRDefault="002B0238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2B0238">
              <w:rPr>
                <w:sz w:val="20"/>
                <w:szCs w:val="20"/>
                <w:highlight w:val="yellow"/>
                <w:lang w:val="en-GB"/>
              </w:rPr>
              <w:t>OL06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016BEE7B" w:rsidR="007368B4" w:rsidRPr="002B0238" w:rsidRDefault="002B0238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highlight w:val="yellow"/>
                <w:lang w:val="en-GB"/>
              </w:rPr>
            </w:pPr>
            <w:r w:rsidRPr="002B0238">
              <w:rPr>
                <w:sz w:val="20"/>
                <w:szCs w:val="20"/>
                <w:highlight w:val="yellow"/>
                <w:lang w:val="en-GB"/>
              </w:rPr>
              <w:t>AD05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D33C52"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145316E8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2FABB5CF" w14:textId="77777777" w:rsidR="00D33C52" w:rsidRDefault="00D33C52">
      <w:pPr>
        <w:rPr>
          <w:b/>
          <w:bCs/>
          <w:sz w:val="20"/>
          <w:szCs w:val="20"/>
          <w:lang w:val="en-US"/>
        </w:rPr>
      </w:pPr>
      <w:bookmarkStart w:id="0" w:name="_Hlk152669097"/>
      <w:r>
        <w:rPr>
          <w:b/>
          <w:bCs/>
          <w:sz w:val="20"/>
          <w:szCs w:val="20"/>
          <w:lang w:val="en-US"/>
        </w:rPr>
        <w:br w:type="page"/>
      </w:r>
    </w:p>
    <w:p w14:paraId="1BB76A33" w14:textId="6C3B6744" w:rsidR="0011237F" w:rsidRPr="008704D7" w:rsidRDefault="0011237F" w:rsidP="0011237F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 xml:space="preserve">Complaint: </w:t>
      </w:r>
      <w:r>
        <w:rPr>
          <w:rFonts w:ascii="Arial" w:hAnsi="Arial" w:cs="Arial"/>
          <w:sz w:val="20"/>
          <w:szCs w:val="20"/>
          <w:lang w:val="en-US"/>
        </w:rPr>
        <w:t>Oil leakage. Customer could not determinate the source of leakage. Loss of transmission oil.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</w:p>
    <w:p w14:paraId="6671D881" w14:textId="77777777" w:rsidR="0011237F" w:rsidRPr="00073F94" w:rsidRDefault="0011237F" w:rsidP="0011237F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388BAC9F" w14:textId="27D8C42F" w:rsidR="0011237F" w:rsidRPr="00073F94" w:rsidRDefault="0011237F" w:rsidP="0011237F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proofErr w:type="gramStart"/>
      <w:r w:rsidRPr="00A16614">
        <w:rPr>
          <w:rFonts w:ascii="Arial" w:hAnsi="Arial" w:cs="Arial"/>
          <w:b/>
          <w:bCs/>
          <w:sz w:val="20"/>
          <w:szCs w:val="20"/>
          <w:lang w:val="fr-FR"/>
        </w:rPr>
        <w:t>Cause:</w:t>
      </w:r>
      <w:proofErr w:type="gramEnd"/>
      <w:r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Oil leakage from Retarder </w:t>
      </w:r>
      <w:r w:rsidRPr="007177D3">
        <w:rPr>
          <w:rFonts w:ascii="Arial" w:hAnsi="Arial" w:cs="Arial"/>
          <w:sz w:val="20"/>
          <w:szCs w:val="20"/>
          <w:lang w:val="en-US"/>
        </w:rPr>
        <w:t>Accumulator</w:t>
      </w:r>
      <w:r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Damaged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oil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seal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073F94">
        <w:rPr>
          <w:rFonts w:ascii="Arial" w:hAnsi="Arial" w:cs="Arial"/>
          <w:sz w:val="20"/>
          <w:szCs w:val="20"/>
          <w:lang w:val="fr-FR"/>
        </w:rPr>
        <w:t>inside</w:t>
      </w:r>
      <w:proofErr w:type="spellEnd"/>
      <w:r w:rsidRPr="00073F94">
        <w:rPr>
          <w:rFonts w:ascii="Arial" w:hAnsi="Arial" w:cs="Arial"/>
          <w:sz w:val="20"/>
          <w:szCs w:val="20"/>
          <w:lang w:val="fr-FR"/>
        </w:rPr>
        <w:t xml:space="preserve"> the </w:t>
      </w:r>
      <w:proofErr w:type="spellStart"/>
      <w:r w:rsidRPr="00073F94">
        <w:rPr>
          <w:rFonts w:ascii="Arial" w:hAnsi="Arial" w:cs="Arial"/>
          <w:sz w:val="20"/>
          <w:szCs w:val="20"/>
          <w:lang w:val="fr-FR"/>
        </w:rPr>
        <w:t>accumulator</w:t>
      </w:r>
      <w:proofErr w:type="spellEnd"/>
      <w:r w:rsidRPr="00073F94">
        <w:rPr>
          <w:rFonts w:ascii="Arial" w:hAnsi="Arial" w:cs="Arial"/>
          <w:sz w:val="20"/>
          <w:szCs w:val="20"/>
          <w:lang w:val="fr-FR"/>
        </w:rPr>
        <w:t xml:space="preserve">. </w:t>
      </w:r>
    </w:p>
    <w:p w14:paraId="616A2ED8" w14:textId="77777777" w:rsidR="0011237F" w:rsidRDefault="0011237F" w:rsidP="0011237F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1940191" w14:textId="6C452038" w:rsidR="0011237F" w:rsidRPr="008704D7" w:rsidRDefault="0011237F" w:rsidP="0011237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/>
        </w:rPr>
      </w:pPr>
      <w:r w:rsidRPr="00DB257A">
        <w:rPr>
          <w:rFonts w:ascii="Arial" w:hAnsi="Arial" w:cs="Arial"/>
          <w:b/>
          <w:sz w:val="20"/>
          <w:szCs w:val="20"/>
          <w:lang w:val="en-US"/>
        </w:rPr>
        <w:t>Correction: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A16614">
        <w:rPr>
          <w:rFonts w:ascii="Arial" w:hAnsi="Arial" w:cs="Arial"/>
          <w:bCs/>
          <w:sz w:val="20"/>
          <w:szCs w:val="20"/>
          <w:lang w:val="en-US"/>
        </w:rPr>
        <w:t>R&amp;R Retarder Accumulator</w:t>
      </w:r>
      <w:r>
        <w:rPr>
          <w:rFonts w:ascii="Arial" w:hAnsi="Arial" w:cs="Arial"/>
          <w:bCs/>
          <w:sz w:val="20"/>
          <w:szCs w:val="20"/>
          <w:lang w:val="en-US"/>
        </w:rPr>
        <w:t xml:space="preserve">. Replaced Accumulator assembly by advice of ATE Europe, Jeroen Nagtzaam. Original accumulator was returned back to Indianapolis through RMA # </w:t>
      </w:r>
      <w:r w:rsidRPr="0011237F"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CIS Accumulators </w:t>
      </w:r>
      <w:proofErr w:type="gramStart"/>
      <w:r w:rsidRPr="0011237F">
        <w:rPr>
          <w:rFonts w:ascii="Arial" w:hAnsi="Arial" w:cs="Arial"/>
          <w:bCs/>
          <w:i/>
          <w:iCs/>
          <w:sz w:val="20"/>
          <w:szCs w:val="20"/>
          <w:lang w:val="en-US"/>
        </w:rPr>
        <w:t>11.8.23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.</w:t>
      </w:r>
      <w:proofErr w:type="gramEnd"/>
      <w:r>
        <w:rPr>
          <w:rFonts w:ascii="Arial" w:hAnsi="Arial" w:cs="Arial"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/>
          <w:sz w:val="20"/>
          <w:szCs w:val="20"/>
          <w:lang w:val="en-US"/>
        </w:rPr>
        <w:t xml:space="preserve">. </w:t>
      </w:r>
      <w:r w:rsidRPr="00EF3DD0">
        <w:rPr>
          <w:rFonts w:ascii="Arial" w:hAnsi="Arial" w:cs="Arial"/>
          <w:bCs/>
          <w:sz w:val="20"/>
          <w:szCs w:val="20"/>
          <w:lang w:val="en-US"/>
        </w:rPr>
        <w:t>Added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4</w:t>
      </w:r>
      <w:r w:rsidRPr="008704D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704D7">
        <w:rPr>
          <w:rFonts w:ascii="Arial" w:hAnsi="Arial" w:cs="Arial"/>
          <w:sz w:val="20"/>
          <w:szCs w:val="20"/>
          <w:lang w:val="en-US"/>
        </w:rPr>
        <w:t>ltr</w:t>
      </w:r>
      <w:proofErr w:type="spellEnd"/>
      <w:r w:rsidRPr="008704D7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TES668 fluid.   </w:t>
      </w:r>
    </w:p>
    <w:p w14:paraId="660CDD22" w14:textId="77777777" w:rsidR="0011237F" w:rsidRDefault="0011237F" w:rsidP="0011237F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1EF81F42" w14:textId="351063DF" w:rsidR="0011237F" w:rsidRDefault="0011237F" w:rsidP="0011237F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bCs/>
          <w:sz w:val="20"/>
          <w:szCs w:val="20"/>
          <w:lang w:val="en-US"/>
        </w:rPr>
        <w:t xml:space="preserve">Comment: </w:t>
      </w:r>
      <w:r w:rsidRPr="0011237F">
        <w:rPr>
          <w:rFonts w:ascii="Arial" w:hAnsi="Arial" w:cs="Arial"/>
          <w:sz w:val="20"/>
          <w:szCs w:val="20"/>
          <w:lang w:val="en-US"/>
        </w:rPr>
        <w:t>Failed Accumulator Assembly was sent back to Indianapolis via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RMA # </w:t>
      </w:r>
      <w:r w:rsidRPr="0011237F"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CIS Accumulators </w:t>
      </w:r>
      <w:proofErr w:type="gramStart"/>
      <w:r w:rsidRPr="0011237F">
        <w:rPr>
          <w:rFonts w:ascii="Arial" w:hAnsi="Arial" w:cs="Arial"/>
          <w:bCs/>
          <w:i/>
          <w:iCs/>
          <w:sz w:val="20"/>
          <w:szCs w:val="20"/>
          <w:lang w:val="en-US"/>
        </w:rPr>
        <w:t>11.8.23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.</w:t>
      </w:r>
      <w:proofErr w:type="gramEnd"/>
    </w:p>
    <w:p w14:paraId="0F9FD4CB" w14:textId="77777777" w:rsidR="0011237F" w:rsidRDefault="0011237F" w:rsidP="007368B4">
      <w:pPr>
        <w:rPr>
          <w:b/>
          <w:bCs/>
          <w:sz w:val="20"/>
          <w:szCs w:val="20"/>
          <w:lang w:val="en-US"/>
        </w:rPr>
      </w:pPr>
    </w:p>
    <w:p w14:paraId="511E8A96" w14:textId="77777777" w:rsidR="0011237F" w:rsidRDefault="0011237F" w:rsidP="007368B4">
      <w:pPr>
        <w:rPr>
          <w:b/>
          <w:bCs/>
          <w:sz w:val="20"/>
          <w:szCs w:val="20"/>
          <w:lang w:val="en-US"/>
        </w:rPr>
      </w:pPr>
    </w:p>
    <w:tbl>
      <w:tblPr>
        <w:tblW w:w="1017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520"/>
        <w:gridCol w:w="1134"/>
        <w:gridCol w:w="964"/>
      </w:tblGrid>
      <w:tr w:rsidR="0011237F" w:rsidRPr="000334CF" w14:paraId="22FEF64F" w14:textId="77777777" w:rsidTr="0011237F">
        <w:tc>
          <w:tcPr>
            <w:tcW w:w="1560" w:type="dxa"/>
            <w:shd w:val="clear" w:color="auto" w:fill="auto"/>
          </w:tcPr>
          <w:bookmarkEnd w:id="0"/>
          <w:p w14:paraId="47358E4B" w14:textId="77777777" w:rsidR="0011237F" w:rsidRPr="000334CF" w:rsidRDefault="0011237F" w:rsidP="0008023B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Labor Code</w:t>
            </w:r>
          </w:p>
        </w:tc>
        <w:tc>
          <w:tcPr>
            <w:tcW w:w="6520" w:type="dxa"/>
            <w:shd w:val="clear" w:color="auto" w:fill="auto"/>
          </w:tcPr>
          <w:p w14:paraId="6CA0B55D" w14:textId="77777777" w:rsidR="0011237F" w:rsidRPr="000334CF" w:rsidRDefault="0011237F" w:rsidP="0008023B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6C5A9855" w14:textId="77777777" w:rsidR="0011237F" w:rsidRPr="000334CF" w:rsidRDefault="0011237F" w:rsidP="0008023B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Time allowed</w:t>
            </w:r>
          </w:p>
        </w:tc>
        <w:tc>
          <w:tcPr>
            <w:tcW w:w="964" w:type="dxa"/>
            <w:shd w:val="clear" w:color="auto" w:fill="auto"/>
          </w:tcPr>
          <w:p w14:paraId="6A92F647" w14:textId="77777777" w:rsidR="0011237F" w:rsidRPr="000334CF" w:rsidRDefault="0011237F" w:rsidP="0008023B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Time needed</w:t>
            </w:r>
          </w:p>
        </w:tc>
      </w:tr>
      <w:tr w:rsidR="0011237F" w:rsidRPr="000334CF" w14:paraId="04E94CAE" w14:textId="77777777" w:rsidTr="0011237F">
        <w:tc>
          <w:tcPr>
            <w:tcW w:w="1560" w:type="dxa"/>
            <w:shd w:val="clear" w:color="auto" w:fill="auto"/>
          </w:tcPr>
          <w:p w14:paraId="2A3BF97C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00096901</w:t>
            </w:r>
          </w:p>
        </w:tc>
        <w:tc>
          <w:tcPr>
            <w:tcW w:w="6520" w:type="dxa"/>
            <w:shd w:val="clear" w:color="auto" w:fill="auto"/>
          </w:tcPr>
          <w:p w14:paraId="59DEDA25" w14:textId="77777777" w:rsidR="0011237F" w:rsidRPr="000334CF" w:rsidRDefault="0011237F" w:rsidP="0008023B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0334CF">
              <w:rPr>
                <w:rFonts w:ascii="Arial" w:hAnsi="Arial" w:cs="Arial"/>
                <w:sz w:val="20"/>
                <w:szCs w:val="20"/>
              </w:rPr>
              <w:t>Troubleshooing</w:t>
            </w:r>
            <w:proofErr w:type="spellEnd"/>
            <w:r w:rsidRPr="000334CF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0334CF">
              <w:rPr>
                <w:rFonts w:ascii="Arial" w:hAnsi="Arial" w:cs="Arial"/>
                <w:sz w:val="20"/>
                <w:szCs w:val="20"/>
              </w:rPr>
              <w:t>diagnostics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5639DF3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69AF4B51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11237F" w:rsidRPr="000334CF" w14:paraId="5B3DEC78" w14:textId="77777777" w:rsidTr="0011237F">
        <w:tc>
          <w:tcPr>
            <w:tcW w:w="1560" w:type="dxa"/>
            <w:shd w:val="clear" w:color="auto" w:fill="auto"/>
          </w:tcPr>
          <w:p w14:paraId="052F520E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00094011</w:t>
            </w:r>
          </w:p>
        </w:tc>
        <w:tc>
          <w:tcPr>
            <w:tcW w:w="6520" w:type="dxa"/>
            <w:shd w:val="clear" w:color="auto" w:fill="auto"/>
          </w:tcPr>
          <w:p w14:paraId="036BA853" w14:textId="31DD712E" w:rsidR="0011237F" w:rsidRPr="002B0238" w:rsidRDefault="0011237F" w:rsidP="0008023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0238">
              <w:rPr>
                <w:rFonts w:ascii="Arial" w:hAnsi="Arial" w:cs="Arial"/>
                <w:sz w:val="20"/>
                <w:szCs w:val="20"/>
                <w:lang w:val="en-US"/>
              </w:rPr>
              <w:t xml:space="preserve"> R&amp;R underfloor-protection-plate and inner floor plates for access to transmission</w:t>
            </w:r>
            <w:r w:rsidR="000334CF" w:rsidRPr="002B0238">
              <w:rPr>
                <w:rFonts w:ascii="Arial" w:hAnsi="Arial" w:cs="Arial"/>
                <w:sz w:val="20"/>
                <w:szCs w:val="20"/>
                <w:lang w:val="en-US"/>
              </w:rPr>
              <w:t xml:space="preserve"> and to retarder accumulator.</w:t>
            </w:r>
          </w:p>
        </w:tc>
        <w:tc>
          <w:tcPr>
            <w:tcW w:w="1134" w:type="dxa"/>
            <w:shd w:val="clear" w:color="auto" w:fill="auto"/>
          </w:tcPr>
          <w:p w14:paraId="54252555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30161C06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11237F" w:rsidRPr="000334CF" w14:paraId="2017FCD6" w14:textId="77777777" w:rsidTr="0011237F">
        <w:tc>
          <w:tcPr>
            <w:tcW w:w="1560" w:type="dxa"/>
            <w:shd w:val="clear" w:color="auto" w:fill="auto"/>
          </w:tcPr>
          <w:p w14:paraId="71A58CB6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00096900</w:t>
            </w:r>
          </w:p>
        </w:tc>
        <w:tc>
          <w:tcPr>
            <w:tcW w:w="6520" w:type="dxa"/>
            <w:shd w:val="clear" w:color="auto" w:fill="auto"/>
          </w:tcPr>
          <w:p w14:paraId="77140924" w14:textId="5057B94F" w:rsidR="0011237F" w:rsidRPr="002B0238" w:rsidRDefault="0011237F" w:rsidP="0008023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0238">
              <w:rPr>
                <w:rFonts w:ascii="Arial" w:hAnsi="Arial" w:cs="Arial"/>
                <w:sz w:val="20"/>
                <w:szCs w:val="20"/>
                <w:lang w:val="en-US"/>
              </w:rPr>
              <w:t xml:space="preserve">R&amp;R Retarder Accumulator (0.8), </w:t>
            </w:r>
            <w:r w:rsidR="00726E6E" w:rsidRPr="002B0238">
              <w:rPr>
                <w:rFonts w:ascii="Arial" w:hAnsi="Arial" w:cs="Arial"/>
                <w:sz w:val="20"/>
                <w:szCs w:val="20"/>
                <w:lang w:val="en-US"/>
              </w:rPr>
              <w:t>packing failed accumulator for RMA return (0,2)</w:t>
            </w:r>
          </w:p>
        </w:tc>
        <w:tc>
          <w:tcPr>
            <w:tcW w:w="1134" w:type="dxa"/>
            <w:shd w:val="clear" w:color="auto" w:fill="auto"/>
          </w:tcPr>
          <w:p w14:paraId="56AFA0FD" w14:textId="77777777" w:rsidR="0011237F" w:rsidRPr="002B0238" w:rsidRDefault="0011237F" w:rsidP="000334C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2ABFEDF1" w14:textId="04D00DD3" w:rsidR="0011237F" w:rsidRPr="000334CF" w:rsidRDefault="00726E6E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11237F" w:rsidRPr="000334CF" w14:paraId="77625B00" w14:textId="77777777" w:rsidTr="0011237F">
        <w:tc>
          <w:tcPr>
            <w:tcW w:w="1560" w:type="dxa"/>
            <w:shd w:val="clear" w:color="auto" w:fill="auto"/>
          </w:tcPr>
          <w:p w14:paraId="534B5FC1" w14:textId="0B432108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0DA549EE" w14:textId="07971EAC" w:rsidR="0011237F" w:rsidRPr="000334CF" w:rsidRDefault="0011237F" w:rsidP="0008023B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911E8A2" w14:textId="155044AA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64" w:type="dxa"/>
            <w:shd w:val="clear" w:color="auto" w:fill="auto"/>
          </w:tcPr>
          <w:p w14:paraId="5F165907" w14:textId="5F7C2E34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1237F" w:rsidRPr="000334CF" w14:paraId="1E173140" w14:textId="77777777" w:rsidTr="0011237F">
        <w:tc>
          <w:tcPr>
            <w:tcW w:w="1560" w:type="dxa"/>
            <w:shd w:val="clear" w:color="auto" w:fill="auto"/>
          </w:tcPr>
          <w:p w14:paraId="1349F9B3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00096400</w:t>
            </w:r>
          </w:p>
        </w:tc>
        <w:tc>
          <w:tcPr>
            <w:tcW w:w="6520" w:type="dxa"/>
            <w:shd w:val="clear" w:color="auto" w:fill="auto"/>
          </w:tcPr>
          <w:p w14:paraId="17FD14AF" w14:textId="77777777" w:rsidR="0011237F" w:rsidRPr="002B0238" w:rsidRDefault="0011237F" w:rsidP="0008023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0238">
              <w:rPr>
                <w:rFonts w:ascii="Arial" w:hAnsi="Arial" w:cs="Arial"/>
                <w:sz w:val="20"/>
                <w:szCs w:val="20"/>
                <w:lang w:val="en-US"/>
              </w:rPr>
              <w:t>Final Test drive for leak-test</w:t>
            </w:r>
          </w:p>
        </w:tc>
        <w:tc>
          <w:tcPr>
            <w:tcW w:w="1134" w:type="dxa"/>
            <w:shd w:val="clear" w:color="auto" w:fill="auto"/>
          </w:tcPr>
          <w:p w14:paraId="630F2A14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64" w:type="dxa"/>
            <w:shd w:val="clear" w:color="auto" w:fill="auto"/>
          </w:tcPr>
          <w:p w14:paraId="57CE3D6C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11237F" w:rsidRPr="000334CF" w14:paraId="5DAD3867" w14:textId="77777777" w:rsidTr="0011237F">
        <w:tc>
          <w:tcPr>
            <w:tcW w:w="1560" w:type="dxa"/>
            <w:shd w:val="clear" w:color="auto" w:fill="auto"/>
          </w:tcPr>
          <w:p w14:paraId="7AC935FE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</w:tcPr>
          <w:p w14:paraId="142957FF" w14:textId="77777777" w:rsidR="0011237F" w:rsidRPr="000334CF" w:rsidRDefault="0011237F" w:rsidP="0008023B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1219BE5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516653E4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37F" w:rsidRPr="000334CF" w14:paraId="6FE16468" w14:textId="77777777" w:rsidTr="0011237F">
        <w:tc>
          <w:tcPr>
            <w:tcW w:w="1560" w:type="dxa"/>
            <w:shd w:val="clear" w:color="auto" w:fill="auto"/>
          </w:tcPr>
          <w:p w14:paraId="5959BACE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</w:tcPr>
          <w:p w14:paraId="6260668C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 xml:space="preserve"> Total labor hours</w:t>
            </w:r>
          </w:p>
        </w:tc>
        <w:tc>
          <w:tcPr>
            <w:tcW w:w="1134" w:type="dxa"/>
            <w:shd w:val="clear" w:color="auto" w:fill="auto"/>
          </w:tcPr>
          <w:p w14:paraId="274AF069" w14:textId="77777777" w:rsidR="0011237F" w:rsidRPr="000334CF" w:rsidRDefault="0011237F" w:rsidP="00033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0F5C709" w14:textId="019E52CA" w:rsidR="0011237F" w:rsidRPr="000334CF" w:rsidRDefault="00726E6E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</w:tbl>
    <w:p w14:paraId="51CB5BF9" w14:textId="77777777" w:rsidR="0011237F" w:rsidRPr="000334CF" w:rsidRDefault="0011237F" w:rsidP="004A02EC">
      <w:pPr>
        <w:rPr>
          <w:rFonts w:ascii="Arial" w:hAnsi="Arial" w:cs="Arial"/>
          <w:sz w:val="20"/>
          <w:szCs w:val="20"/>
        </w:rPr>
      </w:pPr>
    </w:p>
    <w:p w14:paraId="2D80F4A1" w14:textId="77777777" w:rsidR="0011237F" w:rsidRPr="000334CF" w:rsidRDefault="0011237F" w:rsidP="004A02EC">
      <w:pPr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662"/>
        <w:gridCol w:w="1985"/>
      </w:tblGrid>
      <w:tr w:rsidR="008C5B3D" w:rsidRPr="000334CF" w14:paraId="1E045277" w14:textId="77777777" w:rsidTr="000334CF">
        <w:tc>
          <w:tcPr>
            <w:tcW w:w="1418" w:type="dxa"/>
          </w:tcPr>
          <w:p w14:paraId="55EB657B" w14:textId="44AD8D60" w:rsidR="008C5B3D" w:rsidRPr="000334CF" w:rsidRDefault="008C5B3D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 xml:space="preserve">Part </w:t>
            </w:r>
            <w:proofErr w:type="spellStart"/>
            <w:r w:rsidRPr="000334CF"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6662" w:type="dxa"/>
            <w:vAlign w:val="center"/>
          </w:tcPr>
          <w:p w14:paraId="42A0FB52" w14:textId="5115739E" w:rsidR="008C5B3D" w:rsidRPr="000334CF" w:rsidRDefault="008C5B3D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Part Description</w:t>
            </w:r>
          </w:p>
        </w:tc>
        <w:tc>
          <w:tcPr>
            <w:tcW w:w="1985" w:type="dxa"/>
            <w:vAlign w:val="center"/>
          </w:tcPr>
          <w:p w14:paraId="34D65840" w14:textId="286C5323" w:rsidR="008C5B3D" w:rsidRPr="000334CF" w:rsidRDefault="008C5B3D" w:rsidP="000334C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334CF">
              <w:rPr>
                <w:rFonts w:ascii="Arial" w:hAnsi="Arial" w:cs="Arial"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0334CF" w14:paraId="6CD84A30" w14:textId="77777777" w:rsidTr="000334CF">
        <w:tc>
          <w:tcPr>
            <w:tcW w:w="1418" w:type="dxa"/>
          </w:tcPr>
          <w:p w14:paraId="26DC5016" w14:textId="77EAFD38" w:rsidR="000B262D" w:rsidRPr="000334CF" w:rsidRDefault="000334C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29563813</w:t>
            </w:r>
          </w:p>
        </w:tc>
        <w:tc>
          <w:tcPr>
            <w:tcW w:w="6662" w:type="dxa"/>
            <w:vAlign w:val="center"/>
          </w:tcPr>
          <w:p w14:paraId="6CF91FF3" w14:textId="48C1AC55" w:rsidR="000B262D" w:rsidRPr="000334CF" w:rsidRDefault="000334C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 xml:space="preserve">Retarder </w:t>
            </w:r>
            <w:proofErr w:type="spellStart"/>
            <w:r w:rsidRPr="000334CF">
              <w:rPr>
                <w:rFonts w:ascii="Arial" w:hAnsi="Arial" w:cs="Arial"/>
                <w:sz w:val="20"/>
                <w:szCs w:val="20"/>
              </w:rPr>
              <w:t>Accumumulator</w:t>
            </w:r>
            <w:proofErr w:type="spellEnd"/>
            <w:r w:rsidRPr="000334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334CF">
              <w:rPr>
                <w:rFonts w:ascii="Arial" w:hAnsi="Arial" w:cs="Arial"/>
                <w:sz w:val="20"/>
                <w:szCs w:val="20"/>
              </w:rPr>
              <w:t>assembly</w:t>
            </w:r>
            <w:proofErr w:type="spellEnd"/>
          </w:p>
        </w:tc>
        <w:tc>
          <w:tcPr>
            <w:tcW w:w="1985" w:type="dxa"/>
            <w:vAlign w:val="center"/>
          </w:tcPr>
          <w:p w14:paraId="2C4BA3D1" w14:textId="48FD035C" w:rsidR="000B262D" w:rsidRPr="000334CF" w:rsidRDefault="000334CF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B262D" w:rsidRPr="000334CF" w14:paraId="05B2AF78" w14:textId="77777777" w:rsidTr="000334CF">
        <w:tc>
          <w:tcPr>
            <w:tcW w:w="1418" w:type="dxa"/>
          </w:tcPr>
          <w:p w14:paraId="40A2F54B" w14:textId="77777777" w:rsidR="000B262D" w:rsidRPr="000334CF" w:rsidRDefault="000B262D" w:rsidP="00033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2" w:type="dxa"/>
            <w:vAlign w:val="center"/>
          </w:tcPr>
          <w:p w14:paraId="46A920C7" w14:textId="73E210DD" w:rsidR="000B262D" w:rsidRPr="000334CF" w:rsidRDefault="000B262D" w:rsidP="000334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15B46A9" w14:textId="6ED81D1F" w:rsidR="000B262D" w:rsidRPr="000334CF" w:rsidRDefault="000B262D" w:rsidP="000334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BBEE8C" w14:textId="77777777" w:rsidR="004E7849" w:rsidRDefault="004E7849" w:rsidP="004A02EC">
      <w:pPr>
        <w:rPr>
          <w:rFonts w:ascii="Arial" w:hAnsi="Arial" w:cs="Arial"/>
          <w:sz w:val="20"/>
          <w:szCs w:val="20"/>
        </w:rPr>
      </w:pPr>
    </w:p>
    <w:p w14:paraId="4009F6BD" w14:textId="77777777" w:rsidR="009B2AEF" w:rsidRPr="000334CF" w:rsidRDefault="009B2AEF" w:rsidP="004A02EC">
      <w:pPr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5249"/>
        <w:gridCol w:w="1276"/>
        <w:gridCol w:w="708"/>
        <w:gridCol w:w="1418"/>
      </w:tblGrid>
      <w:tr w:rsidR="008C5B3D" w:rsidRPr="000334CF" w14:paraId="4755CA0C" w14:textId="77777777" w:rsidTr="000334CF">
        <w:tc>
          <w:tcPr>
            <w:tcW w:w="1414" w:type="dxa"/>
            <w:shd w:val="clear" w:color="auto" w:fill="auto"/>
          </w:tcPr>
          <w:p w14:paraId="54BB5F27" w14:textId="0E6F943F" w:rsidR="008C5B3D" w:rsidRPr="000334CF" w:rsidRDefault="008C5B3D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Net item type</w:t>
            </w:r>
          </w:p>
        </w:tc>
        <w:tc>
          <w:tcPr>
            <w:tcW w:w="5249" w:type="dxa"/>
            <w:shd w:val="clear" w:color="auto" w:fill="auto"/>
          </w:tcPr>
          <w:p w14:paraId="333E4365" w14:textId="5B5A809B" w:rsidR="008C5B3D" w:rsidRPr="000334CF" w:rsidRDefault="008C5B3D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Net item Description</w:t>
            </w:r>
          </w:p>
        </w:tc>
        <w:tc>
          <w:tcPr>
            <w:tcW w:w="1276" w:type="dxa"/>
            <w:shd w:val="clear" w:color="auto" w:fill="auto"/>
          </w:tcPr>
          <w:p w14:paraId="76AC4691" w14:textId="5DF3591F" w:rsidR="008C5B3D" w:rsidRPr="000334CF" w:rsidRDefault="008C5B3D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Gross (incl. VAT)</w:t>
            </w:r>
          </w:p>
        </w:tc>
        <w:tc>
          <w:tcPr>
            <w:tcW w:w="708" w:type="dxa"/>
            <w:shd w:val="clear" w:color="auto" w:fill="auto"/>
          </w:tcPr>
          <w:p w14:paraId="4A1C1074" w14:textId="4EF4EB5E" w:rsidR="008C5B3D" w:rsidRPr="000334CF" w:rsidRDefault="008C5B3D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418" w:type="dxa"/>
            <w:shd w:val="clear" w:color="auto" w:fill="auto"/>
          </w:tcPr>
          <w:p w14:paraId="31AFFBA5" w14:textId="2C9006CD" w:rsidR="008C5B3D" w:rsidRPr="000334CF" w:rsidRDefault="008C5B3D" w:rsidP="000334CF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Net</w:t>
            </w:r>
          </w:p>
        </w:tc>
      </w:tr>
      <w:tr w:rsidR="0055059E" w:rsidRPr="000334CF" w14:paraId="063A5CC3" w14:textId="77777777" w:rsidTr="000334CF">
        <w:tc>
          <w:tcPr>
            <w:tcW w:w="1414" w:type="dxa"/>
            <w:shd w:val="clear" w:color="auto" w:fill="auto"/>
          </w:tcPr>
          <w:p w14:paraId="413517C9" w14:textId="1405EA27" w:rsidR="0055059E" w:rsidRPr="000334CF" w:rsidRDefault="0011237F" w:rsidP="0055059E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-F-</w:t>
            </w:r>
          </w:p>
        </w:tc>
        <w:tc>
          <w:tcPr>
            <w:tcW w:w="5249" w:type="dxa"/>
            <w:shd w:val="clear" w:color="auto" w:fill="auto"/>
          </w:tcPr>
          <w:p w14:paraId="2CDE434D" w14:textId="726A8285" w:rsidR="0055059E" w:rsidRPr="002B0238" w:rsidRDefault="0055059E" w:rsidP="0055059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0238">
              <w:rPr>
                <w:rFonts w:ascii="Arial" w:hAnsi="Arial" w:cs="Arial"/>
                <w:sz w:val="20"/>
                <w:szCs w:val="20"/>
                <w:lang w:val="en-US"/>
              </w:rPr>
              <w:t xml:space="preserve">Sending via FEDEX of used Accumulator-retarder to </w:t>
            </w:r>
            <w:proofErr w:type="gramStart"/>
            <w:r w:rsidRPr="002B0238">
              <w:rPr>
                <w:rFonts w:ascii="Arial" w:hAnsi="Arial" w:cs="Arial"/>
                <w:sz w:val="20"/>
                <w:szCs w:val="20"/>
                <w:lang w:val="en-US"/>
              </w:rPr>
              <w:t>Indianapolis</w:t>
            </w:r>
            <w:r w:rsidR="000F3179" w:rsidRPr="002B0238">
              <w:rPr>
                <w:rFonts w:ascii="Arial" w:hAnsi="Arial" w:cs="Arial"/>
                <w:sz w:val="20"/>
                <w:szCs w:val="20"/>
                <w:lang w:val="en-US"/>
              </w:rPr>
              <w:t xml:space="preserve">  (</w:t>
            </w:r>
            <w:proofErr w:type="gramEnd"/>
            <w:r w:rsidR="000F3179" w:rsidRPr="002B0238">
              <w:rPr>
                <w:rFonts w:ascii="Arial" w:hAnsi="Arial" w:cs="Arial"/>
                <w:sz w:val="20"/>
                <w:szCs w:val="20"/>
                <w:lang w:val="en-US"/>
              </w:rPr>
              <w:t>Rolf, from No2 to No7)</w:t>
            </w:r>
          </w:p>
        </w:tc>
        <w:tc>
          <w:tcPr>
            <w:tcW w:w="1276" w:type="dxa"/>
            <w:shd w:val="clear" w:color="auto" w:fill="auto"/>
          </w:tcPr>
          <w:p w14:paraId="65C8AD2C" w14:textId="71908A6C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214,30</w:t>
            </w:r>
          </w:p>
        </w:tc>
        <w:tc>
          <w:tcPr>
            <w:tcW w:w="708" w:type="dxa"/>
            <w:shd w:val="clear" w:color="auto" w:fill="auto"/>
          </w:tcPr>
          <w:p w14:paraId="5EA866C5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D7B8215" w14:textId="511B3AF5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>214,30</w:t>
            </w:r>
          </w:p>
        </w:tc>
      </w:tr>
      <w:tr w:rsidR="0055059E" w:rsidRPr="000334CF" w14:paraId="15863388" w14:textId="77777777" w:rsidTr="000334CF">
        <w:tc>
          <w:tcPr>
            <w:tcW w:w="1414" w:type="dxa"/>
            <w:shd w:val="clear" w:color="auto" w:fill="auto"/>
          </w:tcPr>
          <w:p w14:paraId="08056582" w14:textId="62E55D5A" w:rsidR="0055059E" w:rsidRPr="000334CF" w:rsidRDefault="000334CF" w:rsidP="0055059E">
            <w:pPr>
              <w:rPr>
                <w:rFonts w:ascii="Arial" w:hAnsi="Arial" w:cs="Arial"/>
                <w:sz w:val="20"/>
                <w:szCs w:val="20"/>
              </w:rPr>
            </w:pPr>
            <w:r w:rsidRPr="000334CF">
              <w:rPr>
                <w:rFonts w:ascii="Arial" w:hAnsi="Arial" w:cs="Arial"/>
                <w:sz w:val="20"/>
                <w:szCs w:val="20"/>
              </w:rPr>
              <w:t xml:space="preserve">-M- </w:t>
            </w:r>
          </w:p>
        </w:tc>
        <w:tc>
          <w:tcPr>
            <w:tcW w:w="5249" w:type="dxa"/>
            <w:shd w:val="clear" w:color="auto" w:fill="auto"/>
          </w:tcPr>
          <w:p w14:paraId="5213D656" w14:textId="3ED8F28A" w:rsidR="0055059E" w:rsidRPr="000334CF" w:rsidRDefault="000334CF" w:rsidP="005505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Liters TES668 fluid</w:t>
            </w:r>
          </w:p>
        </w:tc>
        <w:tc>
          <w:tcPr>
            <w:tcW w:w="1276" w:type="dxa"/>
            <w:shd w:val="clear" w:color="auto" w:fill="auto"/>
          </w:tcPr>
          <w:p w14:paraId="5E127E3A" w14:textId="4275AC35" w:rsidR="0055059E" w:rsidRPr="000334CF" w:rsidRDefault="00101BE0" w:rsidP="005505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4x15,00 €</w:t>
            </w:r>
          </w:p>
        </w:tc>
        <w:tc>
          <w:tcPr>
            <w:tcW w:w="708" w:type="dxa"/>
            <w:shd w:val="clear" w:color="auto" w:fill="auto"/>
          </w:tcPr>
          <w:p w14:paraId="068160DF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C6E10C5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59E" w:rsidRPr="000334CF" w14:paraId="3EEF71F9" w14:textId="77777777" w:rsidTr="000334CF">
        <w:tc>
          <w:tcPr>
            <w:tcW w:w="1414" w:type="dxa"/>
            <w:shd w:val="clear" w:color="auto" w:fill="auto"/>
          </w:tcPr>
          <w:p w14:paraId="58739357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9" w:type="dxa"/>
            <w:shd w:val="clear" w:color="auto" w:fill="auto"/>
          </w:tcPr>
          <w:p w14:paraId="64E84D84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EF2A3C9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7D821FE5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40E9825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59E" w:rsidRPr="000334CF" w14:paraId="5F497153" w14:textId="77777777" w:rsidTr="000334CF">
        <w:tc>
          <w:tcPr>
            <w:tcW w:w="1414" w:type="dxa"/>
            <w:shd w:val="clear" w:color="auto" w:fill="auto"/>
          </w:tcPr>
          <w:p w14:paraId="02F42F95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9" w:type="dxa"/>
            <w:shd w:val="clear" w:color="auto" w:fill="auto"/>
          </w:tcPr>
          <w:p w14:paraId="6CD21D99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C678CF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00158248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433B8E8" w14:textId="77777777" w:rsidR="0055059E" w:rsidRPr="000334CF" w:rsidRDefault="0055059E" w:rsidP="005505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0525D8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k Mukta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962864">
    <w:abstractNumId w:val="7"/>
  </w:num>
  <w:num w:numId="2" w16cid:durableId="1905410356">
    <w:abstractNumId w:val="2"/>
  </w:num>
  <w:num w:numId="3" w16cid:durableId="1375815911">
    <w:abstractNumId w:val="1"/>
  </w:num>
  <w:num w:numId="4" w16cid:durableId="992682559">
    <w:abstractNumId w:val="0"/>
  </w:num>
  <w:num w:numId="5" w16cid:durableId="1499421065">
    <w:abstractNumId w:val="6"/>
  </w:num>
  <w:num w:numId="6" w16cid:durableId="781804149">
    <w:abstractNumId w:val="3"/>
  </w:num>
  <w:num w:numId="7" w16cid:durableId="1363164524">
    <w:abstractNumId w:val="5"/>
  </w:num>
  <w:num w:numId="8" w16cid:durableId="3900338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334CF"/>
    <w:rsid w:val="00044191"/>
    <w:rsid w:val="000525D8"/>
    <w:rsid w:val="00053988"/>
    <w:rsid w:val="00070A1F"/>
    <w:rsid w:val="000806A3"/>
    <w:rsid w:val="000833AB"/>
    <w:rsid w:val="00092609"/>
    <w:rsid w:val="000B262D"/>
    <w:rsid w:val="000F0775"/>
    <w:rsid w:val="000F3179"/>
    <w:rsid w:val="001000BA"/>
    <w:rsid w:val="00101BE0"/>
    <w:rsid w:val="0011237F"/>
    <w:rsid w:val="00146F5A"/>
    <w:rsid w:val="00163C95"/>
    <w:rsid w:val="00175208"/>
    <w:rsid w:val="001B1621"/>
    <w:rsid w:val="00211886"/>
    <w:rsid w:val="002432A5"/>
    <w:rsid w:val="00270979"/>
    <w:rsid w:val="00271D47"/>
    <w:rsid w:val="002B0238"/>
    <w:rsid w:val="002C1549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396E"/>
    <w:rsid w:val="00515D95"/>
    <w:rsid w:val="00525569"/>
    <w:rsid w:val="0055059E"/>
    <w:rsid w:val="005967E0"/>
    <w:rsid w:val="005A1FC2"/>
    <w:rsid w:val="005D51B9"/>
    <w:rsid w:val="005D7075"/>
    <w:rsid w:val="006467D4"/>
    <w:rsid w:val="0065737B"/>
    <w:rsid w:val="00667A8E"/>
    <w:rsid w:val="0067162E"/>
    <w:rsid w:val="006858CB"/>
    <w:rsid w:val="006A12D3"/>
    <w:rsid w:val="006E07F0"/>
    <w:rsid w:val="007067B3"/>
    <w:rsid w:val="00706D88"/>
    <w:rsid w:val="00710AD7"/>
    <w:rsid w:val="00715052"/>
    <w:rsid w:val="00715B9A"/>
    <w:rsid w:val="00726E6E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1256"/>
    <w:rsid w:val="00893F3C"/>
    <w:rsid w:val="008C5B3D"/>
    <w:rsid w:val="008C664A"/>
    <w:rsid w:val="00912D3B"/>
    <w:rsid w:val="009343DA"/>
    <w:rsid w:val="009458DE"/>
    <w:rsid w:val="009A23EE"/>
    <w:rsid w:val="009B2AEF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4456A"/>
    <w:rsid w:val="00B53A39"/>
    <w:rsid w:val="00B72E2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33C52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76F01"/>
    <w:rsid w:val="00E954EA"/>
    <w:rsid w:val="00EA3FBB"/>
    <w:rsid w:val="00EA5905"/>
    <w:rsid w:val="00EC48AE"/>
    <w:rsid w:val="00ED1C05"/>
    <w:rsid w:val="00ED6860"/>
    <w:rsid w:val="00F0203A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paragraph" w:styleId="KeinLeerraum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6011B-CCD7-4C11-8AA3-5522C446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2</Pages>
  <Words>460</Words>
  <Characters>2899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3353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16</cp:revision>
  <dcterms:created xsi:type="dcterms:W3CDTF">2024-02-09T09:23:00Z</dcterms:created>
  <dcterms:modified xsi:type="dcterms:W3CDTF">2024-06-06T12:04:00Z</dcterms:modified>
</cp:coreProperties>
</file>